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05" w:rsidRPr="007822AE" w:rsidRDefault="007D1605" w:rsidP="007D160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к письму АО «РЭПХ»</w:t>
      </w:r>
    </w:p>
    <w:p w:rsidR="00BE5B83" w:rsidRDefault="00BE5B83" w:rsidP="00BE5B83">
      <w:pPr>
        <w:jc w:val="right"/>
        <w:rPr>
          <w:b/>
        </w:rPr>
      </w:pPr>
    </w:p>
    <w:p w:rsidR="00BE5B83" w:rsidRDefault="00BE5B83" w:rsidP="00BE5B83">
      <w:pPr>
        <w:jc w:val="right"/>
        <w:rPr>
          <w:b/>
        </w:rPr>
      </w:pPr>
    </w:p>
    <w:p w:rsidR="007822AE" w:rsidRPr="007D1605" w:rsidRDefault="007822AE" w:rsidP="007822AE">
      <w:pPr>
        <w:jc w:val="center"/>
        <w:rPr>
          <w:b/>
          <w:i/>
          <w:sz w:val="24"/>
        </w:rPr>
      </w:pPr>
      <w:r w:rsidRPr="007D1605">
        <w:rPr>
          <w:b/>
          <w:i/>
          <w:sz w:val="24"/>
        </w:rPr>
        <w:t>ТЕХНОЛОГИЧЕСКИЙ ЗАПРОС</w:t>
      </w:r>
      <w:r w:rsidRPr="007D1605">
        <w:rPr>
          <w:b/>
          <w:i/>
          <w:sz w:val="24"/>
        </w:rPr>
        <w:br/>
        <w:t xml:space="preserve">на разработку новых видов продукции, технологий, </w:t>
      </w:r>
      <w:r w:rsidRPr="007D1605">
        <w:rPr>
          <w:b/>
          <w:i/>
          <w:sz w:val="24"/>
        </w:rPr>
        <w:br/>
        <w:t>методов и способов производства (ноу-хау)</w:t>
      </w:r>
    </w:p>
    <w:p w:rsidR="007822AE" w:rsidRDefault="007822AE" w:rsidP="007822AE">
      <w:pPr>
        <w:jc w:val="center"/>
        <w:rPr>
          <w:b/>
        </w:rPr>
      </w:pPr>
    </w:p>
    <w:tbl>
      <w:tblPr>
        <w:tblStyle w:val="a5"/>
        <w:tblW w:w="10490" w:type="dxa"/>
        <w:tblInd w:w="-1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6384"/>
      </w:tblGrid>
      <w:tr w:rsidR="007D1605" w:rsidRPr="007822AE" w:rsidTr="007D1605">
        <w:tc>
          <w:tcPr>
            <w:tcW w:w="4106" w:type="dxa"/>
            <w:vAlign w:val="center"/>
          </w:tcPr>
          <w:p w:rsidR="007D1605" w:rsidRPr="007822AE" w:rsidRDefault="007D1605" w:rsidP="007D1605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Наименование компании</w:t>
            </w:r>
          </w:p>
        </w:tc>
        <w:tc>
          <w:tcPr>
            <w:tcW w:w="6384" w:type="dxa"/>
            <w:vAlign w:val="center"/>
          </w:tcPr>
          <w:p w:rsidR="007D1605" w:rsidRPr="006429DA" w:rsidRDefault="007D1605" w:rsidP="001C23DA">
            <w:pPr>
              <w:jc w:val="both"/>
              <w:rPr>
                <w:b/>
                <w:sz w:val="24"/>
                <w:szCs w:val="24"/>
              </w:rPr>
            </w:pPr>
            <w:r w:rsidRPr="006429DA">
              <w:rPr>
                <w:b/>
                <w:sz w:val="24"/>
                <w:szCs w:val="24"/>
              </w:rPr>
              <w:t>Акционерное общество «РЭП Холдинг»</w:t>
            </w:r>
          </w:p>
        </w:tc>
      </w:tr>
      <w:tr w:rsidR="007D1605" w:rsidRPr="007822AE" w:rsidTr="007D1605">
        <w:tc>
          <w:tcPr>
            <w:tcW w:w="4106" w:type="dxa"/>
            <w:vAlign w:val="center"/>
          </w:tcPr>
          <w:p w:rsidR="007D1605" w:rsidRPr="007822AE" w:rsidRDefault="007D1605" w:rsidP="007D1605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Основной профиль деятельности компании</w:t>
            </w:r>
          </w:p>
          <w:p w:rsidR="007D1605" w:rsidRPr="007822AE" w:rsidRDefault="007D1605" w:rsidP="007D1605">
            <w:pPr>
              <w:rPr>
                <w:sz w:val="24"/>
                <w:szCs w:val="24"/>
              </w:rPr>
            </w:pPr>
          </w:p>
        </w:tc>
        <w:tc>
          <w:tcPr>
            <w:tcW w:w="6384" w:type="dxa"/>
            <w:vAlign w:val="center"/>
          </w:tcPr>
          <w:p w:rsidR="007D1605" w:rsidRPr="006429DA" w:rsidRDefault="007D1605" w:rsidP="007D1605">
            <w:pPr>
              <w:jc w:val="both"/>
              <w:rPr>
                <w:sz w:val="24"/>
                <w:szCs w:val="24"/>
              </w:rPr>
            </w:pPr>
            <w:r w:rsidRPr="006429DA">
              <w:rPr>
                <w:sz w:val="24"/>
                <w:szCs w:val="24"/>
              </w:rPr>
              <w:t xml:space="preserve">Энергомашиностроительных предприятие, специализирующееся на разработке и производстве инновационной энергетической продукции, которая широко применяется для модернизации газотранспортной системы, при строительстве современных энергоблоков </w:t>
            </w:r>
            <w:r>
              <w:rPr>
                <w:sz w:val="24"/>
                <w:szCs w:val="24"/>
              </w:rPr>
              <w:br/>
            </w:r>
            <w:r w:rsidRPr="006429DA">
              <w:rPr>
                <w:sz w:val="24"/>
                <w:szCs w:val="24"/>
              </w:rPr>
              <w:t xml:space="preserve">и электростанций, в малой генерации, на рынке СПГ </w:t>
            </w:r>
            <w:r>
              <w:rPr>
                <w:sz w:val="24"/>
                <w:szCs w:val="24"/>
              </w:rPr>
              <w:br/>
            </w:r>
            <w:r w:rsidRPr="006429DA">
              <w:rPr>
                <w:sz w:val="24"/>
                <w:szCs w:val="24"/>
              </w:rPr>
              <w:t>и в других отраслях.</w:t>
            </w:r>
          </w:p>
        </w:tc>
      </w:tr>
      <w:tr w:rsidR="007D1605" w:rsidRPr="007822AE" w:rsidTr="007D1605">
        <w:tc>
          <w:tcPr>
            <w:tcW w:w="4106" w:type="dxa"/>
            <w:vAlign w:val="center"/>
          </w:tcPr>
          <w:p w:rsidR="007D1605" w:rsidRPr="007822AE" w:rsidRDefault="007D1605" w:rsidP="007D1605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Сайт компании</w:t>
            </w:r>
          </w:p>
        </w:tc>
        <w:tc>
          <w:tcPr>
            <w:tcW w:w="6384" w:type="dxa"/>
            <w:vAlign w:val="center"/>
          </w:tcPr>
          <w:p w:rsidR="007D1605" w:rsidRPr="006429DA" w:rsidRDefault="00E119DD" w:rsidP="007D1605">
            <w:pPr>
              <w:jc w:val="both"/>
              <w:rPr>
                <w:sz w:val="24"/>
                <w:szCs w:val="24"/>
              </w:rPr>
            </w:pPr>
            <w:hyperlink r:id="rId9" w:history="1">
              <w:r w:rsidR="007D1605" w:rsidRPr="00236222">
                <w:rPr>
                  <w:rStyle w:val="a4"/>
                  <w:sz w:val="24"/>
                  <w:szCs w:val="24"/>
                </w:rPr>
                <w:t>https://www.reph.ru</w:t>
              </w:r>
            </w:hyperlink>
            <w:r w:rsidR="007D1605">
              <w:rPr>
                <w:sz w:val="24"/>
                <w:szCs w:val="24"/>
              </w:rPr>
              <w:t xml:space="preserve"> </w:t>
            </w:r>
          </w:p>
        </w:tc>
      </w:tr>
      <w:tr w:rsidR="007822AE" w:rsidRPr="007822AE" w:rsidTr="007D1605">
        <w:tc>
          <w:tcPr>
            <w:tcW w:w="4106" w:type="dxa"/>
            <w:vAlign w:val="center"/>
          </w:tcPr>
          <w:p w:rsidR="007822AE" w:rsidRPr="0005700D" w:rsidRDefault="007822AE" w:rsidP="007D1605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05700D">
              <w:rPr>
                <w:sz w:val="24"/>
                <w:szCs w:val="24"/>
              </w:rPr>
              <w:t>Наименование технологического запроса</w:t>
            </w:r>
          </w:p>
        </w:tc>
        <w:tc>
          <w:tcPr>
            <w:tcW w:w="6384" w:type="dxa"/>
          </w:tcPr>
          <w:p w:rsidR="007822AE" w:rsidRPr="007D1605" w:rsidRDefault="00060CFF" w:rsidP="007D1605">
            <w:pPr>
              <w:jc w:val="both"/>
              <w:rPr>
                <w:sz w:val="24"/>
                <w:szCs w:val="24"/>
              </w:rPr>
            </w:pPr>
            <w:r w:rsidRPr="007D1605">
              <w:rPr>
                <w:sz w:val="24"/>
                <w:szCs w:val="24"/>
              </w:rPr>
              <w:t>Упрочняющая дробеструйная обработка</w:t>
            </w:r>
          </w:p>
        </w:tc>
      </w:tr>
      <w:tr w:rsidR="007822AE" w:rsidRPr="007822AE" w:rsidTr="007D1605">
        <w:trPr>
          <w:trHeight w:val="916"/>
        </w:trPr>
        <w:tc>
          <w:tcPr>
            <w:tcW w:w="4106" w:type="dxa"/>
            <w:vAlign w:val="center"/>
          </w:tcPr>
          <w:p w:rsidR="007822AE" w:rsidRPr="007822AE" w:rsidRDefault="007822AE" w:rsidP="007D1605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Описание технологического запроса</w:t>
            </w:r>
          </w:p>
        </w:tc>
        <w:tc>
          <w:tcPr>
            <w:tcW w:w="6384" w:type="dxa"/>
          </w:tcPr>
          <w:p w:rsidR="00C1200F" w:rsidRPr="007D1605" w:rsidRDefault="003102F4" w:rsidP="007D1605">
            <w:pPr>
              <w:jc w:val="both"/>
              <w:rPr>
                <w:sz w:val="24"/>
                <w:szCs w:val="24"/>
              </w:rPr>
            </w:pPr>
            <w:r w:rsidRPr="007D1605">
              <w:rPr>
                <w:sz w:val="24"/>
                <w:szCs w:val="24"/>
              </w:rPr>
              <w:t xml:space="preserve">Технология </w:t>
            </w:r>
            <w:r w:rsidR="00060CFF" w:rsidRPr="007D1605">
              <w:rPr>
                <w:sz w:val="24"/>
                <w:szCs w:val="24"/>
              </w:rPr>
              <w:t>дробеструйного упрочнения элементов газовой турбины (диски, лопатки) на геометрически сложных поверхностях.</w:t>
            </w:r>
          </w:p>
        </w:tc>
      </w:tr>
      <w:tr w:rsidR="007822AE" w:rsidRPr="007822AE" w:rsidTr="007D1605">
        <w:tc>
          <w:tcPr>
            <w:tcW w:w="4106" w:type="dxa"/>
            <w:vAlign w:val="center"/>
          </w:tcPr>
          <w:p w:rsidR="007822AE" w:rsidRPr="007822AE" w:rsidRDefault="007822AE" w:rsidP="007D1605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Запрашиваемая степень готовности проекта</w:t>
            </w:r>
          </w:p>
        </w:tc>
        <w:tc>
          <w:tcPr>
            <w:tcW w:w="6384" w:type="dxa"/>
          </w:tcPr>
          <w:p w:rsidR="007822AE" w:rsidRPr="007D1605" w:rsidRDefault="007822AE" w:rsidP="007D1605">
            <w:pPr>
              <w:jc w:val="both"/>
              <w:rPr>
                <w:sz w:val="24"/>
                <w:szCs w:val="24"/>
              </w:rPr>
            </w:pPr>
            <w:r w:rsidRPr="007D1605">
              <w:rPr>
                <w:sz w:val="24"/>
                <w:szCs w:val="24"/>
              </w:rPr>
              <w:t>Подготовлено производство</w:t>
            </w:r>
          </w:p>
          <w:p w:rsidR="007822AE" w:rsidRPr="007D1605" w:rsidRDefault="007822AE" w:rsidP="007D1605">
            <w:pPr>
              <w:jc w:val="both"/>
              <w:rPr>
                <w:sz w:val="24"/>
                <w:szCs w:val="24"/>
              </w:rPr>
            </w:pPr>
            <w:r w:rsidRPr="007D1605">
              <w:rPr>
                <w:sz w:val="24"/>
                <w:szCs w:val="24"/>
              </w:rPr>
              <w:t>Ведется серийное производство</w:t>
            </w:r>
          </w:p>
        </w:tc>
      </w:tr>
      <w:tr w:rsidR="007822AE" w:rsidRPr="007822AE" w:rsidTr="007D1605">
        <w:tc>
          <w:tcPr>
            <w:tcW w:w="4106" w:type="dxa"/>
            <w:vAlign w:val="center"/>
          </w:tcPr>
          <w:p w:rsidR="007822AE" w:rsidRPr="007822AE" w:rsidRDefault="007822AE" w:rsidP="007D1605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Требуемая форма защиты </w:t>
            </w:r>
            <w:proofErr w:type="gramStart"/>
            <w:r w:rsidRPr="007822AE">
              <w:rPr>
                <w:sz w:val="24"/>
                <w:szCs w:val="24"/>
              </w:rPr>
              <w:t>основных</w:t>
            </w:r>
            <w:proofErr w:type="gramEnd"/>
            <w:r w:rsidRPr="007822AE">
              <w:rPr>
                <w:sz w:val="24"/>
                <w:szCs w:val="24"/>
              </w:rPr>
              <w:t xml:space="preserve"> технических решений </w:t>
            </w:r>
          </w:p>
        </w:tc>
        <w:tc>
          <w:tcPr>
            <w:tcW w:w="6384" w:type="dxa"/>
          </w:tcPr>
          <w:p w:rsidR="007822AE" w:rsidRPr="007D1605" w:rsidRDefault="007822AE" w:rsidP="007D1605">
            <w:pPr>
              <w:jc w:val="both"/>
              <w:rPr>
                <w:sz w:val="24"/>
                <w:szCs w:val="24"/>
              </w:rPr>
            </w:pPr>
            <w:r w:rsidRPr="007D1605">
              <w:rPr>
                <w:sz w:val="24"/>
                <w:szCs w:val="24"/>
              </w:rPr>
              <w:t>Имеется защита в режиме коммерческой̆ тайны (ноу-хау)</w:t>
            </w:r>
          </w:p>
          <w:p w:rsidR="007822AE" w:rsidRPr="007D1605" w:rsidRDefault="007822AE" w:rsidP="007D1605">
            <w:pPr>
              <w:jc w:val="both"/>
              <w:rPr>
                <w:sz w:val="24"/>
                <w:szCs w:val="24"/>
              </w:rPr>
            </w:pPr>
            <w:r w:rsidRPr="007D1605">
              <w:rPr>
                <w:sz w:val="24"/>
                <w:szCs w:val="24"/>
              </w:rPr>
              <w:t xml:space="preserve">Право на использование объектов, полученного на основе договора </w:t>
            </w:r>
          </w:p>
        </w:tc>
      </w:tr>
      <w:tr w:rsidR="007822AE" w:rsidRPr="007822AE" w:rsidTr="007D1605">
        <w:tc>
          <w:tcPr>
            <w:tcW w:w="4106" w:type="dxa"/>
            <w:vAlign w:val="center"/>
          </w:tcPr>
          <w:p w:rsidR="007822AE" w:rsidRPr="007822AE" w:rsidRDefault="007822AE" w:rsidP="007D1605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>Предполагаемая форма сотрудничества</w:t>
            </w:r>
          </w:p>
        </w:tc>
        <w:tc>
          <w:tcPr>
            <w:tcW w:w="6384" w:type="dxa"/>
          </w:tcPr>
          <w:p w:rsidR="007822AE" w:rsidRPr="007D1605" w:rsidRDefault="007822AE" w:rsidP="007D1605">
            <w:pPr>
              <w:jc w:val="both"/>
              <w:rPr>
                <w:sz w:val="24"/>
                <w:szCs w:val="24"/>
              </w:rPr>
            </w:pPr>
            <w:r w:rsidRPr="007D1605">
              <w:rPr>
                <w:sz w:val="24"/>
                <w:szCs w:val="24"/>
              </w:rPr>
              <w:t>Компания готова</w:t>
            </w:r>
            <w:r w:rsidR="003A0221" w:rsidRPr="007D1605">
              <w:rPr>
                <w:sz w:val="24"/>
                <w:szCs w:val="24"/>
              </w:rPr>
              <w:t xml:space="preserve"> сотрудничать на основании договорных условий</w:t>
            </w:r>
            <w:r w:rsidR="00BF7273" w:rsidRPr="007D1605">
              <w:rPr>
                <w:sz w:val="24"/>
                <w:szCs w:val="24"/>
              </w:rPr>
              <w:t xml:space="preserve"> в рамках </w:t>
            </w:r>
            <w:r w:rsidR="004936F4">
              <w:rPr>
                <w:sz w:val="24"/>
                <w:szCs w:val="24"/>
              </w:rPr>
              <w:t xml:space="preserve">Федерального закона от 18.07.2011 </w:t>
            </w:r>
            <w:r w:rsidR="004936F4">
              <w:rPr>
                <w:sz w:val="24"/>
                <w:szCs w:val="24"/>
              </w:rPr>
              <w:br/>
              <w:t>№ 223-ФЗ</w:t>
            </w:r>
          </w:p>
        </w:tc>
      </w:tr>
      <w:tr w:rsidR="007822AE" w:rsidRPr="007822AE" w:rsidTr="007D1605">
        <w:tc>
          <w:tcPr>
            <w:tcW w:w="4106" w:type="dxa"/>
            <w:vAlign w:val="center"/>
          </w:tcPr>
          <w:p w:rsidR="007822AE" w:rsidRPr="007822AE" w:rsidRDefault="007822AE" w:rsidP="007D1605">
            <w:pPr>
              <w:rPr>
                <w:sz w:val="24"/>
                <w:szCs w:val="24"/>
              </w:rPr>
            </w:pPr>
            <w:r w:rsidRPr="007822AE">
              <w:rPr>
                <w:sz w:val="24"/>
                <w:szCs w:val="24"/>
              </w:rPr>
              <w:t xml:space="preserve">Дополнительные требования </w:t>
            </w:r>
            <w:r w:rsidRPr="007822AE">
              <w:rPr>
                <w:sz w:val="24"/>
                <w:szCs w:val="24"/>
              </w:rPr>
              <w:br/>
              <w:t>к инновационным решениям</w:t>
            </w:r>
          </w:p>
        </w:tc>
        <w:tc>
          <w:tcPr>
            <w:tcW w:w="6384" w:type="dxa"/>
          </w:tcPr>
          <w:p w:rsidR="007822AE" w:rsidRPr="003879B6" w:rsidRDefault="007822AE" w:rsidP="00E83F31">
            <w:pPr>
              <w:rPr>
                <w:i/>
                <w:sz w:val="24"/>
                <w:szCs w:val="24"/>
              </w:rPr>
            </w:pPr>
          </w:p>
        </w:tc>
      </w:tr>
    </w:tbl>
    <w:p w:rsidR="007822AE" w:rsidRPr="00EC07A5" w:rsidRDefault="007822AE" w:rsidP="007822AE">
      <w:pPr>
        <w:jc w:val="center"/>
        <w:rPr>
          <w:b/>
        </w:rPr>
      </w:pPr>
    </w:p>
    <w:p w:rsidR="00E02CF9" w:rsidRPr="00313B81" w:rsidRDefault="00E02CF9" w:rsidP="00986959">
      <w:pPr>
        <w:tabs>
          <w:tab w:val="center" w:pos="5570"/>
          <w:tab w:val="right" w:pos="10321"/>
        </w:tabs>
        <w:rPr>
          <w:sz w:val="22"/>
          <w:szCs w:val="22"/>
        </w:rPr>
      </w:pPr>
    </w:p>
    <w:sectPr w:rsidR="00E02CF9" w:rsidRPr="00313B81" w:rsidSect="007822AE">
      <w:headerReference w:type="first" r:id="rId10"/>
      <w:pgSz w:w="11906" w:h="16838"/>
      <w:pgMar w:top="961" w:right="567" w:bottom="284" w:left="1134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9DD" w:rsidRDefault="00E119DD" w:rsidP="004B3AFE">
      <w:r>
        <w:separator/>
      </w:r>
    </w:p>
  </w:endnote>
  <w:endnote w:type="continuationSeparator" w:id="0">
    <w:p w:rsidR="00E119DD" w:rsidRDefault="00E119DD" w:rsidP="004B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9DD" w:rsidRDefault="00E119DD" w:rsidP="004B3AFE">
      <w:r>
        <w:separator/>
      </w:r>
    </w:p>
  </w:footnote>
  <w:footnote w:type="continuationSeparator" w:id="0">
    <w:p w:rsidR="00E119DD" w:rsidRDefault="00E119DD" w:rsidP="004B3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B21" w:rsidRDefault="00413B21">
    <w:pPr>
      <w:pStyle w:val="a6"/>
      <w:jc w:val="center"/>
    </w:pPr>
  </w:p>
  <w:p w:rsidR="00413B21" w:rsidRDefault="00413B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921"/>
    <w:multiLevelType w:val="hybridMultilevel"/>
    <w:tmpl w:val="EA5C5C60"/>
    <w:lvl w:ilvl="0" w:tplc="2E1C2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F1E13"/>
    <w:multiLevelType w:val="hybridMultilevel"/>
    <w:tmpl w:val="E818911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243536B7"/>
    <w:multiLevelType w:val="hybridMultilevel"/>
    <w:tmpl w:val="8842E7CC"/>
    <w:lvl w:ilvl="0" w:tplc="739829C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44F1F67"/>
    <w:multiLevelType w:val="hybridMultilevel"/>
    <w:tmpl w:val="1F207284"/>
    <w:lvl w:ilvl="0" w:tplc="566A9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AEF1419"/>
    <w:multiLevelType w:val="multilevel"/>
    <w:tmpl w:val="81A2AF7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F41983"/>
    <w:multiLevelType w:val="hybridMultilevel"/>
    <w:tmpl w:val="4E2C567C"/>
    <w:lvl w:ilvl="0" w:tplc="F91E91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4D675D"/>
    <w:multiLevelType w:val="hybridMultilevel"/>
    <w:tmpl w:val="6F9E64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75784FBD"/>
    <w:multiLevelType w:val="hybridMultilevel"/>
    <w:tmpl w:val="15BAC6DC"/>
    <w:lvl w:ilvl="0" w:tplc="C95689C6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drawingGridHorizontalSpacing w:val="140"/>
  <w:displayHorizontalDrawingGridEvery w:val="2"/>
  <w:characterSpacingControl w:val="doNotCompress"/>
  <w:hdrShapeDefaults>
    <o:shapedefaults v:ext="edit" spidmax="2049" fillcolor="white" stroke="f">
      <v:fill color="white"/>
      <v:stroke on="f"/>
      <v:textbox inset="0,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44"/>
    <w:rsid w:val="00000521"/>
    <w:rsid w:val="00001910"/>
    <w:rsid w:val="00002435"/>
    <w:rsid w:val="00005632"/>
    <w:rsid w:val="0000665D"/>
    <w:rsid w:val="0000724E"/>
    <w:rsid w:val="00010AB8"/>
    <w:rsid w:val="00010B7D"/>
    <w:rsid w:val="00010F90"/>
    <w:rsid w:val="0001481F"/>
    <w:rsid w:val="00014A0E"/>
    <w:rsid w:val="00021BA7"/>
    <w:rsid w:val="00022566"/>
    <w:rsid w:val="0002328B"/>
    <w:rsid w:val="00030032"/>
    <w:rsid w:val="00032295"/>
    <w:rsid w:val="000377F4"/>
    <w:rsid w:val="00044665"/>
    <w:rsid w:val="000472B5"/>
    <w:rsid w:val="00047AA2"/>
    <w:rsid w:val="00050873"/>
    <w:rsid w:val="000545AA"/>
    <w:rsid w:val="000559B5"/>
    <w:rsid w:val="00056549"/>
    <w:rsid w:val="00056974"/>
    <w:rsid w:val="0005700D"/>
    <w:rsid w:val="0005757B"/>
    <w:rsid w:val="00060CFF"/>
    <w:rsid w:val="000751A3"/>
    <w:rsid w:val="00076072"/>
    <w:rsid w:val="000764B1"/>
    <w:rsid w:val="0008064E"/>
    <w:rsid w:val="00080ECD"/>
    <w:rsid w:val="00087290"/>
    <w:rsid w:val="00087885"/>
    <w:rsid w:val="00093E5A"/>
    <w:rsid w:val="00095131"/>
    <w:rsid w:val="000962C0"/>
    <w:rsid w:val="000968C2"/>
    <w:rsid w:val="000A3315"/>
    <w:rsid w:val="000A4AF3"/>
    <w:rsid w:val="000B5A96"/>
    <w:rsid w:val="000B61F2"/>
    <w:rsid w:val="000B637B"/>
    <w:rsid w:val="000B660B"/>
    <w:rsid w:val="000C0A18"/>
    <w:rsid w:val="000C0C16"/>
    <w:rsid w:val="000C113F"/>
    <w:rsid w:val="000C6ADD"/>
    <w:rsid w:val="000C7B84"/>
    <w:rsid w:val="000D0FE5"/>
    <w:rsid w:val="000D2086"/>
    <w:rsid w:val="000D3A5A"/>
    <w:rsid w:val="000D4805"/>
    <w:rsid w:val="000D5723"/>
    <w:rsid w:val="000E1DDF"/>
    <w:rsid w:val="000E32EC"/>
    <w:rsid w:val="000E375E"/>
    <w:rsid w:val="000E4287"/>
    <w:rsid w:val="000E4D3A"/>
    <w:rsid w:val="000E5338"/>
    <w:rsid w:val="000E717F"/>
    <w:rsid w:val="000E75ED"/>
    <w:rsid w:val="000F0E90"/>
    <w:rsid w:val="000F2F89"/>
    <w:rsid w:val="000F4F9B"/>
    <w:rsid w:val="000F6FE0"/>
    <w:rsid w:val="000F7BA6"/>
    <w:rsid w:val="00100A2D"/>
    <w:rsid w:val="0010205E"/>
    <w:rsid w:val="00102736"/>
    <w:rsid w:val="0010389D"/>
    <w:rsid w:val="00103B20"/>
    <w:rsid w:val="00104C27"/>
    <w:rsid w:val="00105C3F"/>
    <w:rsid w:val="001063A6"/>
    <w:rsid w:val="00107F9E"/>
    <w:rsid w:val="001104D0"/>
    <w:rsid w:val="00116FA6"/>
    <w:rsid w:val="001170B1"/>
    <w:rsid w:val="00120BF4"/>
    <w:rsid w:val="0012257F"/>
    <w:rsid w:val="00122B40"/>
    <w:rsid w:val="0012542A"/>
    <w:rsid w:val="001257E4"/>
    <w:rsid w:val="00125B9A"/>
    <w:rsid w:val="0013030B"/>
    <w:rsid w:val="001316ED"/>
    <w:rsid w:val="0013185E"/>
    <w:rsid w:val="0013509F"/>
    <w:rsid w:val="00135306"/>
    <w:rsid w:val="001357A6"/>
    <w:rsid w:val="00140D67"/>
    <w:rsid w:val="00141F4D"/>
    <w:rsid w:val="00143AEF"/>
    <w:rsid w:val="00143B6C"/>
    <w:rsid w:val="00145A1A"/>
    <w:rsid w:val="0014636F"/>
    <w:rsid w:val="00150D7B"/>
    <w:rsid w:val="00150D82"/>
    <w:rsid w:val="0015147C"/>
    <w:rsid w:val="00154846"/>
    <w:rsid w:val="00154D46"/>
    <w:rsid w:val="001559BE"/>
    <w:rsid w:val="001576AE"/>
    <w:rsid w:val="00160152"/>
    <w:rsid w:val="00161572"/>
    <w:rsid w:val="0016472B"/>
    <w:rsid w:val="00165C0E"/>
    <w:rsid w:val="001744C8"/>
    <w:rsid w:val="0017768E"/>
    <w:rsid w:val="00182725"/>
    <w:rsid w:val="001847A1"/>
    <w:rsid w:val="00184BCF"/>
    <w:rsid w:val="001861AB"/>
    <w:rsid w:val="00187ABB"/>
    <w:rsid w:val="00190F29"/>
    <w:rsid w:val="00193223"/>
    <w:rsid w:val="001951E9"/>
    <w:rsid w:val="001960AF"/>
    <w:rsid w:val="00197020"/>
    <w:rsid w:val="001B1AD7"/>
    <w:rsid w:val="001B263B"/>
    <w:rsid w:val="001C377C"/>
    <w:rsid w:val="001C7B3A"/>
    <w:rsid w:val="001D3DE5"/>
    <w:rsid w:val="001D47DD"/>
    <w:rsid w:val="001D5996"/>
    <w:rsid w:val="001E3DB8"/>
    <w:rsid w:val="001F0524"/>
    <w:rsid w:val="001F0E95"/>
    <w:rsid w:val="001F1F59"/>
    <w:rsid w:val="001F2F70"/>
    <w:rsid w:val="001F4075"/>
    <w:rsid w:val="001F4FFD"/>
    <w:rsid w:val="002009B7"/>
    <w:rsid w:val="00200B97"/>
    <w:rsid w:val="00201953"/>
    <w:rsid w:val="00201DF1"/>
    <w:rsid w:val="00202A77"/>
    <w:rsid w:val="00203426"/>
    <w:rsid w:val="0020497A"/>
    <w:rsid w:val="0021061D"/>
    <w:rsid w:val="00213453"/>
    <w:rsid w:val="0021366C"/>
    <w:rsid w:val="00213BAC"/>
    <w:rsid w:val="00214AC1"/>
    <w:rsid w:val="00217AEF"/>
    <w:rsid w:val="002207BA"/>
    <w:rsid w:val="00231206"/>
    <w:rsid w:val="00231988"/>
    <w:rsid w:val="00233639"/>
    <w:rsid w:val="00234612"/>
    <w:rsid w:val="00235676"/>
    <w:rsid w:val="002411FD"/>
    <w:rsid w:val="00254ED2"/>
    <w:rsid w:val="00255A63"/>
    <w:rsid w:val="00256572"/>
    <w:rsid w:val="00257A5A"/>
    <w:rsid w:val="00260BC6"/>
    <w:rsid w:val="002621CF"/>
    <w:rsid w:val="00266FB0"/>
    <w:rsid w:val="00271A68"/>
    <w:rsid w:val="002722F8"/>
    <w:rsid w:val="002742A1"/>
    <w:rsid w:val="002745EA"/>
    <w:rsid w:val="0027604F"/>
    <w:rsid w:val="0027607B"/>
    <w:rsid w:val="00276C39"/>
    <w:rsid w:val="002866DF"/>
    <w:rsid w:val="00287207"/>
    <w:rsid w:val="002968CB"/>
    <w:rsid w:val="002A0E6C"/>
    <w:rsid w:val="002A1479"/>
    <w:rsid w:val="002A6598"/>
    <w:rsid w:val="002B5713"/>
    <w:rsid w:val="002B7B9A"/>
    <w:rsid w:val="002C36F7"/>
    <w:rsid w:val="002C79D7"/>
    <w:rsid w:val="002D18DA"/>
    <w:rsid w:val="002D50BF"/>
    <w:rsid w:val="002E187E"/>
    <w:rsid w:val="002E2415"/>
    <w:rsid w:val="002E4708"/>
    <w:rsid w:val="002E5603"/>
    <w:rsid w:val="002E6F5A"/>
    <w:rsid w:val="002F1712"/>
    <w:rsid w:val="00303802"/>
    <w:rsid w:val="0030428E"/>
    <w:rsid w:val="00304362"/>
    <w:rsid w:val="00310258"/>
    <w:rsid w:val="003102F4"/>
    <w:rsid w:val="00310769"/>
    <w:rsid w:val="00311413"/>
    <w:rsid w:val="00312B91"/>
    <w:rsid w:val="00313B81"/>
    <w:rsid w:val="0031763B"/>
    <w:rsid w:val="00320902"/>
    <w:rsid w:val="0032248B"/>
    <w:rsid w:val="00324ACD"/>
    <w:rsid w:val="00330BA1"/>
    <w:rsid w:val="00331185"/>
    <w:rsid w:val="003319F5"/>
    <w:rsid w:val="003337B4"/>
    <w:rsid w:val="003337FF"/>
    <w:rsid w:val="00333AE6"/>
    <w:rsid w:val="0033448C"/>
    <w:rsid w:val="00337639"/>
    <w:rsid w:val="003377FD"/>
    <w:rsid w:val="00342DCE"/>
    <w:rsid w:val="00343F4F"/>
    <w:rsid w:val="00344222"/>
    <w:rsid w:val="00344425"/>
    <w:rsid w:val="00344B6F"/>
    <w:rsid w:val="00345E76"/>
    <w:rsid w:val="003503CF"/>
    <w:rsid w:val="00353DA6"/>
    <w:rsid w:val="0035745D"/>
    <w:rsid w:val="0036206F"/>
    <w:rsid w:val="0037110E"/>
    <w:rsid w:val="00371800"/>
    <w:rsid w:val="00375663"/>
    <w:rsid w:val="00375DD0"/>
    <w:rsid w:val="00377A05"/>
    <w:rsid w:val="00381479"/>
    <w:rsid w:val="00381893"/>
    <w:rsid w:val="00382996"/>
    <w:rsid w:val="00383FE7"/>
    <w:rsid w:val="003879B6"/>
    <w:rsid w:val="00390032"/>
    <w:rsid w:val="003939FD"/>
    <w:rsid w:val="0039474F"/>
    <w:rsid w:val="0039729B"/>
    <w:rsid w:val="003974BD"/>
    <w:rsid w:val="00397D4A"/>
    <w:rsid w:val="003A0221"/>
    <w:rsid w:val="003A12BF"/>
    <w:rsid w:val="003A1963"/>
    <w:rsid w:val="003A23A7"/>
    <w:rsid w:val="003A34D5"/>
    <w:rsid w:val="003A381E"/>
    <w:rsid w:val="003A468B"/>
    <w:rsid w:val="003A5243"/>
    <w:rsid w:val="003A5CCA"/>
    <w:rsid w:val="003A7D92"/>
    <w:rsid w:val="003B04FD"/>
    <w:rsid w:val="003B1162"/>
    <w:rsid w:val="003B1845"/>
    <w:rsid w:val="003B3DBA"/>
    <w:rsid w:val="003B53F7"/>
    <w:rsid w:val="003B721D"/>
    <w:rsid w:val="003C1FF3"/>
    <w:rsid w:val="003C564C"/>
    <w:rsid w:val="003D0DE1"/>
    <w:rsid w:val="003D1C46"/>
    <w:rsid w:val="003D3F49"/>
    <w:rsid w:val="003D579C"/>
    <w:rsid w:val="003D5CEE"/>
    <w:rsid w:val="003E4422"/>
    <w:rsid w:val="003E5AC2"/>
    <w:rsid w:val="003E642C"/>
    <w:rsid w:val="003E684F"/>
    <w:rsid w:val="003F59C2"/>
    <w:rsid w:val="004009F8"/>
    <w:rsid w:val="00400ED8"/>
    <w:rsid w:val="004102BE"/>
    <w:rsid w:val="004102F2"/>
    <w:rsid w:val="00411062"/>
    <w:rsid w:val="00412246"/>
    <w:rsid w:val="004124AD"/>
    <w:rsid w:val="00413076"/>
    <w:rsid w:val="00413B21"/>
    <w:rsid w:val="00415969"/>
    <w:rsid w:val="00416B0C"/>
    <w:rsid w:val="004174BD"/>
    <w:rsid w:val="00422D86"/>
    <w:rsid w:val="00426F62"/>
    <w:rsid w:val="00432BC0"/>
    <w:rsid w:val="0044373A"/>
    <w:rsid w:val="00445105"/>
    <w:rsid w:val="00447F33"/>
    <w:rsid w:val="00452C76"/>
    <w:rsid w:val="00453A12"/>
    <w:rsid w:val="00455F21"/>
    <w:rsid w:val="00456923"/>
    <w:rsid w:val="004573E9"/>
    <w:rsid w:val="00460607"/>
    <w:rsid w:val="00461AB4"/>
    <w:rsid w:val="00463EAD"/>
    <w:rsid w:val="00464279"/>
    <w:rsid w:val="0046558F"/>
    <w:rsid w:val="004716A7"/>
    <w:rsid w:val="00473A2F"/>
    <w:rsid w:val="00475112"/>
    <w:rsid w:val="00475DE6"/>
    <w:rsid w:val="00476476"/>
    <w:rsid w:val="00477121"/>
    <w:rsid w:val="004817C9"/>
    <w:rsid w:val="004855A1"/>
    <w:rsid w:val="0048569A"/>
    <w:rsid w:val="004860B0"/>
    <w:rsid w:val="00490623"/>
    <w:rsid w:val="004936F4"/>
    <w:rsid w:val="00493F26"/>
    <w:rsid w:val="004A214B"/>
    <w:rsid w:val="004A2B97"/>
    <w:rsid w:val="004A460F"/>
    <w:rsid w:val="004B02D4"/>
    <w:rsid w:val="004B02EE"/>
    <w:rsid w:val="004B09AB"/>
    <w:rsid w:val="004B0ABA"/>
    <w:rsid w:val="004B1296"/>
    <w:rsid w:val="004B2C43"/>
    <w:rsid w:val="004B35D8"/>
    <w:rsid w:val="004B390E"/>
    <w:rsid w:val="004B3AFE"/>
    <w:rsid w:val="004B3EF1"/>
    <w:rsid w:val="004B7886"/>
    <w:rsid w:val="004C0C6C"/>
    <w:rsid w:val="004C2071"/>
    <w:rsid w:val="004C6862"/>
    <w:rsid w:val="004C6A68"/>
    <w:rsid w:val="004D123B"/>
    <w:rsid w:val="004D4CF7"/>
    <w:rsid w:val="004D65CE"/>
    <w:rsid w:val="004D696D"/>
    <w:rsid w:val="004E341D"/>
    <w:rsid w:val="004E3D19"/>
    <w:rsid w:val="004E5EB1"/>
    <w:rsid w:val="004E7124"/>
    <w:rsid w:val="004F0FE2"/>
    <w:rsid w:val="004F234C"/>
    <w:rsid w:val="004F354B"/>
    <w:rsid w:val="004F3709"/>
    <w:rsid w:val="004F6D1E"/>
    <w:rsid w:val="00500528"/>
    <w:rsid w:val="0050062A"/>
    <w:rsid w:val="00506BA4"/>
    <w:rsid w:val="00506CB1"/>
    <w:rsid w:val="00517479"/>
    <w:rsid w:val="00530A5D"/>
    <w:rsid w:val="00531A9F"/>
    <w:rsid w:val="005325DA"/>
    <w:rsid w:val="00532C10"/>
    <w:rsid w:val="005337A5"/>
    <w:rsid w:val="005346FF"/>
    <w:rsid w:val="00536364"/>
    <w:rsid w:val="00543BB4"/>
    <w:rsid w:val="00546410"/>
    <w:rsid w:val="00550336"/>
    <w:rsid w:val="00552519"/>
    <w:rsid w:val="005540AC"/>
    <w:rsid w:val="00555918"/>
    <w:rsid w:val="005559CA"/>
    <w:rsid w:val="005570C2"/>
    <w:rsid w:val="005570E7"/>
    <w:rsid w:val="00562A8E"/>
    <w:rsid w:val="00565528"/>
    <w:rsid w:val="00567701"/>
    <w:rsid w:val="005723F5"/>
    <w:rsid w:val="005750A9"/>
    <w:rsid w:val="0057566A"/>
    <w:rsid w:val="00575DFE"/>
    <w:rsid w:val="00582369"/>
    <w:rsid w:val="0058654F"/>
    <w:rsid w:val="00586AEB"/>
    <w:rsid w:val="00592691"/>
    <w:rsid w:val="00593769"/>
    <w:rsid w:val="005957D8"/>
    <w:rsid w:val="005A6482"/>
    <w:rsid w:val="005A71A0"/>
    <w:rsid w:val="005B2ED6"/>
    <w:rsid w:val="005B3791"/>
    <w:rsid w:val="005B5214"/>
    <w:rsid w:val="005B5905"/>
    <w:rsid w:val="005B6232"/>
    <w:rsid w:val="005B6E9E"/>
    <w:rsid w:val="005C31C2"/>
    <w:rsid w:val="005C539C"/>
    <w:rsid w:val="005C7374"/>
    <w:rsid w:val="005D0180"/>
    <w:rsid w:val="005D1A25"/>
    <w:rsid w:val="005D28D7"/>
    <w:rsid w:val="005D5D58"/>
    <w:rsid w:val="005D6E21"/>
    <w:rsid w:val="005E047D"/>
    <w:rsid w:val="005E0E51"/>
    <w:rsid w:val="005E1CF6"/>
    <w:rsid w:val="005E7958"/>
    <w:rsid w:val="005F0918"/>
    <w:rsid w:val="005F1DA7"/>
    <w:rsid w:val="005F202D"/>
    <w:rsid w:val="005F21F7"/>
    <w:rsid w:val="005F2E52"/>
    <w:rsid w:val="005F2F0F"/>
    <w:rsid w:val="005F31D8"/>
    <w:rsid w:val="005F57BA"/>
    <w:rsid w:val="00601657"/>
    <w:rsid w:val="00605290"/>
    <w:rsid w:val="00606E11"/>
    <w:rsid w:val="00611977"/>
    <w:rsid w:val="0061688B"/>
    <w:rsid w:val="006172CE"/>
    <w:rsid w:val="0062176F"/>
    <w:rsid w:val="00621813"/>
    <w:rsid w:val="0062520C"/>
    <w:rsid w:val="00626085"/>
    <w:rsid w:val="00627150"/>
    <w:rsid w:val="00627C1D"/>
    <w:rsid w:val="0063183A"/>
    <w:rsid w:val="00631D72"/>
    <w:rsid w:val="00632FD9"/>
    <w:rsid w:val="006371D1"/>
    <w:rsid w:val="00646D97"/>
    <w:rsid w:val="006473F7"/>
    <w:rsid w:val="00652346"/>
    <w:rsid w:val="0065248D"/>
    <w:rsid w:val="006544D9"/>
    <w:rsid w:val="006545F3"/>
    <w:rsid w:val="006546B4"/>
    <w:rsid w:val="006557A7"/>
    <w:rsid w:val="00657278"/>
    <w:rsid w:val="00660518"/>
    <w:rsid w:val="0066113C"/>
    <w:rsid w:val="00662305"/>
    <w:rsid w:val="006645E6"/>
    <w:rsid w:val="006647EE"/>
    <w:rsid w:val="00666BB0"/>
    <w:rsid w:val="006705FB"/>
    <w:rsid w:val="00673201"/>
    <w:rsid w:val="0067777A"/>
    <w:rsid w:val="00680EDE"/>
    <w:rsid w:val="00684251"/>
    <w:rsid w:val="00685EE0"/>
    <w:rsid w:val="006874E6"/>
    <w:rsid w:val="0069039A"/>
    <w:rsid w:val="00690838"/>
    <w:rsid w:val="00690888"/>
    <w:rsid w:val="006920BD"/>
    <w:rsid w:val="006947F4"/>
    <w:rsid w:val="00695EAC"/>
    <w:rsid w:val="006A0028"/>
    <w:rsid w:val="006A002C"/>
    <w:rsid w:val="006A1B7A"/>
    <w:rsid w:val="006A1D13"/>
    <w:rsid w:val="006A2D40"/>
    <w:rsid w:val="006A4794"/>
    <w:rsid w:val="006A4E43"/>
    <w:rsid w:val="006A606B"/>
    <w:rsid w:val="006A693D"/>
    <w:rsid w:val="006B1467"/>
    <w:rsid w:val="006B38FC"/>
    <w:rsid w:val="006B6B5D"/>
    <w:rsid w:val="006C2AC0"/>
    <w:rsid w:val="006C3258"/>
    <w:rsid w:val="006C502A"/>
    <w:rsid w:val="006D01BC"/>
    <w:rsid w:val="006D0C3F"/>
    <w:rsid w:val="006D16AC"/>
    <w:rsid w:val="006D5E66"/>
    <w:rsid w:val="006E0911"/>
    <w:rsid w:val="006E3F85"/>
    <w:rsid w:val="006E5FBE"/>
    <w:rsid w:val="006F441E"/>
    <w:rsid w:val="006F5485"/>
    <w:rsid w:val="006F5954"/>
    <w:rsid w:val="006F676B"/>
    <w:rsid w:val="006F7597"/>
    <w:rsid w:val="006F7781"/>
    <w:rsid w:val="00700780"/>
    <w:rsid w:val="00704030"/>
    <w:rsid w:val="00704E0F"/>
    <w:rsid w:val="00705DCA"/>
    <w:rsid w:val="00707570"/>
    <w:rsid w:val="007170F0"/>
    <w:rsid w:val="00717B23"/>
    <w:rsid w:val="00721848"/>
    <w:rsid w:val="00723335"/>
    <w:rsid w:val="007265A1"/>
    <w:rsid w:val="00727364"/>
    <w:rsid w:val="0073019B"/>
    <w:rsid w:val="00731595"/>
    <w:rsid w:val="00732C61"/>
    <w:rsid w:val="00732E49"/>
    <w:rsid w:val="00734568"/>
    <w:rsid w:val="00735902"/>
    <w:rsid w:val="00736684"/>
    <w:rsid w:val="00741CC4"/>
    <w:rsid w:val="00741E7B"/>
    <w:rsid w:val="00741FFC"/>
    <w:rsid w:val="00743F95"/>
    <w:rsid w:val="00744AA3"/>
    <w:rsid w:val="00745916"/>
    <w:rsid w:val="00751833"/>
    <w:rsid w:val="007519FE"/>
    <w:rsid w:val="0075376D"/>
    <w:rsid w:val="00754BA5"/>
    <w:rsid w:val="0076047F"/>
    <w:rsid w:val="0076422A"/>
    <w:rsid w:val="00767995"/>
    <w:rsid w:val="00772A9C"/>
    <w:rsid w:val="00777E5D"/>
    <w:rsid w:val="00780403"/>
    <w:rsid w:val="007822AE"/>
    <w:rsid w:val="00785A9C"/>
    <w:rsid w:val="00786824"/>
    <w:rsid w:val="00787FDB"/>
    <w:rsid w:val="00792745"/>
    <w:rsid w:val="007935BD"/>
    <w:rsid w:val="007962AF"/>
    <w:rsid w:val="007A061F"/>
    <w:rsid w:val="007A2B61"/>
    <w:rsid w:val="007A355D"/>
    <w:rsid w:val="007A6024"/>
    <w:rsid w:val="007B0A29"/>
    <w:rsid w:val="007B1470"/>
    <w:rsid w:val="007B385B"/>
    <w:rsid w:val="007B416E"/>
    <w:rsid w:val="007B615E"/>
    <w:rsid w:val="007B6315"/>
    <w:rsid w:val="007C1BFF"/>
    <w:rsid w:val="007C3E7B"/>
    <w:rsid w:val="007C4262"/>
    <w:rsid w:val="007C4F5D"/>
    <w:rsid w:val="007C59C9"/>
    <w:rsid w:val="007D06E6"/>
    <w:rsid w:val="007D0DF1"/>
    <w:rsid w:val="007D10BE"/>
    <w:rsid w:val="007D1605"/>
    <w:rsid w:val="007D338B"/>
    <w:rsid w:val="007D3A70"/>
    <w:rsid w:val="007D4A87"/>
    <w:rsid w:val="007D6C3F"/>
    <w:rsid w:val="007E02B7"/>
    <w:rsid w:val="007E19CD"/>
    <w:rsid w:val="007E4992"/>
    <w:rsid w:val="007E54D6"/>
    <w:rsid w:val="007E572A"/>
    <w:rsid w:val="007E65C3"/>
    <w:rsid w:val="007F142B"/>
    <w:rsid w:val="007F21F9"/>
    <w:rsid w:val="00801436"/>
    <w:rsid w:val="00807FEE"/>
    <w:rsid w:val="00810F79"/>
    <w:rsid w:val="008208BB"/>
    <w:rsid w:val="00821973"/>
    <w:rsid w:val="00822D5F"/>
    <w:rsid w:val="00823894"/>
    <w:rsid w:val="008258A3"/>
    <w:rsid w:val="00825DE5"/>
    <w:rsid w:val="00826480"/>
    <w:rsid w:val="00826F8F"/>
    <w:rsid w:val="00835E70"/>
    <w:rsid w:val="00843BD5"/>
    <w:rsid w:val="00844E6A"/>
    <w:rsid w:val="00846F5F"/>
    <w:rsid w:val="00847AE9"/>
    <w:rsid w:val="0085528B"/>
    <w:rsid w:val="00860A81"/>
    <w:rsid w:val="00864052"/>
    <w:rsid w:val="00867F2F"/>
    <w:rsid w:val="008703B0"/>
    <w:rsid w:val="00870F34"/>
    <w:rsid w:val="008716B3"/>
    <w:rsid w:val="008739E0"/>
    <w:rsid w:val="008759AE"/>
    <w:rsid w:val="0087666F"/>
    <w:rsid w:val="00877768"/>
    <w:rsid w:val="00880D99"/>
    <w:rsid w:val="00883D1C"/>
    <w:rsid w:val="00885384"/>
    <w:rsid w:val="00885C83"/>
    <w:rsid w:val="00885DB6"/>
    <w:rsid w:val="008866A5"/>
    <w:rsid w:val="00886E8D"/>
    <w:rsid w:val="00887370"/>
    <w:rsid w:val="00891F5B"/>
    <w:rsid w:val="00892622"/>
    <w:rsid w:val="00894E74"/>
    <w:rsid w:val="008A07DB"/>
    <w:rsid w:val="008A1A78"/>
    <w:rsid w:val="008A4388"/>
    <w:rsid w:val="008A4AEF"/>
    <w:rsid w:val="008A58C8"/>
    <w:rsid w:val="008B09E6"/>
    <w:rsid w:val="008B2C18"/>
    <w:rsid w:val="008C1DB4"/>
    <w:rsid w:val="008C205F"/>
    <w:rsid w:val="008C2DD8"/>
    <w:rsid w:val="008C5B98"/>
    <w:rsid w:val="008C74FA"/>
    <w:rsid w:val="008D039E"/>
    <w:rsid w:val="008D074B"/>
    <w:rsid w:val="008D2065"/>
    <w:rsid w:val="008D23A4"/>
    <w:rsid w:val="008D2467"/>
    <w:rsid w:val="008D59B0"/>
    <w:rsid w:val="008D62B3"/>
    <w:rsid w:val="008D77C7"/>
    <w:rsid w:val="008E46E7"/>
    <w:rsid w:val="008E4B17"/>
    <w:rsid w:val="008E4ED4"/>
    <w:rsid w:val="008E7178"/>
    <w:rsid w:val="008F4653"/>
    <w:rsid w:val="008F75CF"/>
    <w:rsid w:val="009002A1"/>
    <w:rsid w:val="009003D6"/>
    <w:rsid w:val="0090189C"/>
    <w:rsid w:val="00901F9B"/>
    <w:rsid w:val="00904762"/>
    <w:rsid w:val="00906A32"/>
    <w:rsid w:val="00906AC2"/>
    <w:rsid w:val="009122E5"/>
    <w:rsid w:val="00914E30"/>
    <w:rsid w:val="009160FB"/>
    <w:rsid w:val="00916494"/>
    <w:rsid w:val="009204EB"/>
    <w:rsid w:val="00921132"/>
    <w:rsid w:val="00923B9B"/>
    <w:rsid w:val="00931C61"/>
    <w:rsid w:val="00933E87"/>
    <w:rsid w:val="0093424D"/>
    <w:rsid w:val="00941AC4"/>
    <w:rsid w:val="00943C36"/>
    <w:rsid w:val="0094632B"/>
    <w:rsid w:val="0094650F"/>
    <w:rsid w:val="0094783C"/>
    <w:rsid w:val="00953FB6"/>
    <w:rsid w:val="00954784"/>
    <w:rsid w:val="00957E46"/>
    <w:rsid w:val="0096032E"/>
    <w:rsid w:val="00962130"/>
    <w:rsid w:val="009652A0"/>
    <w:rsid w:val="00966360"/>
    <w:rsid w:val="009703AB"/>
    <w:rsid w:val="00973317"/>
    <w:rsid w:val="00981B8F"/>
    <w:rsid w:val="00982BDB"/>
    <w:rsid w:val="009830CD"/>
    <w:rsid w:val="009833C4"/>
    <w:rsid w:val="009841B4"/>
    <w:rsid w:val="009864A7"/>
    <w:rsid w:val="00986959"/>
    <w:rsid w:val="00986F63"/>
    <w:rsid w:val="009872DB"/>
    <w:rsid w:val="00987350"/>
    <w:rsid w:val="0099233F"/>
    <w:rsid w:val="00994622"/>
    <w:rsid w:val="009A1453"/>
    <w:rsid w:val="009A75C1"/>
    <w:rsid w:val="009B0717"/>
    <w:rsid w:val="009B29C3"/>
    <w:rsid w:val="009B37E1"/>
    <w:rsid w:val="009C15A2"/>
    <w:rsid w:val="009C3452"/>
    <w:rsid w:val="009C3E1D"/>
    <w:rsid w:val="009C5601"/>
    <w:rsid w:val="009C67F7"/>
    <w:rsid w:val="009D33AF"/>
    <w:rsid w:val="009D3C65"/>
    <w:rsid w:val="009D3C93"/>
    <w:rsid w:val="009D59B4"/>
    <w:rsid w:val="009E3C9C"/>
    <w:rsid w:val="009E6A92"/>
    <w:rsid w:val="009E6E3A"/>
    <w:rsid w:val="009F0082"/>
    <w:rsid w:val="009F1F0A"/>
    <w:rsid w:val="00A0040A"/>
    <w:rsid w:val="00A014CC"/>
    <w:rsid w:val="00A0394E"/>
    <w:rsid w:val="00A05785"/>
    <w:rsid w:val="00A05DF8"/>
    <w:rsid w:val="00A10DA6"/>
    <w:rsid w:val="00A11028"/>
    <w:rsid w:val="00A1276C"/>
    <w:rsid w:val="00A145EE"/>
    <w:rsid w:val="00A14692"/>
    <w:rsid w:val="00A16A55"/>
    <w:rsid w:val="00A17F8F"/>
    <w:rsid w:val="00A242E6"/>
    <w:rsid w:val="00A26A04"/>
    <w:rsid w:val="00A2787E"/>
    <w:rsid w:val="00A279D3"/>
    <w:rsid w:val="00A303D5"/>
    <w:rsid w:val="00A32D17"/>
    <w:rsid w:val="00A36EDF"/>
    <w:rsid w:val="00A42DE8"/>
    <w:rsid w:val="00A45B96"/>
    <w:rsid w:val="00A47DB7"/>
    <w:rsid w:val="00A548F3"/>
    <w:rsid w:val="00A550EC"/>
    <w:rsid w:val="00A55D7E"/>
    <w:rsid w:val="00A6131A"/>
    <w:rsid w:val="00A61ECF"/>
    <w:rsid w:val="00A65214"/>
    <w:rsid w:val="00A672BC"/>
    <w:rsid w:val="00A71347"/>
    <w:rsid w:val="00A73426"/>
    <w:rsid w:val="00A768D7"/>
    <w:rsid w:val="00A80AB9"/>
    <w:rsid w:val="00A825E1"/>
    <w:rsid w:val="00A8299C"/>
    <w:rsid w:val="00A83FC4"/>
    <w:rsid w:val="00A84B82"/>
    <w:rsid w:val="00A8501F"/>
    <w:rsid w:val="00A871CC"/>
    <w:rsid w:val="00A948BC"/>
    <w:rsid w:val="00A95FF4"/>
    <w:rsid w:val="00A96E47"/>
    <w:rsid w:val="00AA0B15"/>
    <w:rsid w:val="00AA1788"/>
    <w:rsid w:val="00AA3654"/>
    <w:rsid w:val="00AA3759"/>
    <w:rsid w:val="00AA534B"/>
    <w:rsid w:val="00AA6DE8"/>
    <w:rsid w:val="00AB27DE"/>
    <w:rsid w:val="00AB2BBE"/>
    <w:rsid w:val="00AB4E6F"/>
    <w:rsid w:val="00AC25C4"/>
    <w:rsid w:val="00AC72CF"/>
    <w:rsid w:val="00AD07CC"/>
    <w:rsid w:val="00AD2134"/>
    <w:rsid w:val="00AD2FB6"/>
    <w:rsid w:val="00AD390D"/>
    <w:rsid w:val="00AD3F0F"/>
    <w:rsid w:val="00AD3FD1"/>
    <w:rsid w:val="00AD56EA"/>
    <w:rsid w:val="00AE18FE"/>
    <w:rsid w:val="00AE1CC0"/>
    <w:rsid w:val="00AE46EB"/>
    <w:rsid w:val="00AE64EA"/>
    <w:rsid w:val="00AF59FF"/>
    <w:rsid w:val="00B005C1"/>
    <w:rsid w:val="00B028EB"/>
    <w:rsid w:val="00B0301D"/>
    <w:rsid w:val="00B134EF"/>
    <w:rsid w:val="00B148A4"/>
    <w:rsid w:val="00B32101"/>
    <w:rsid w:val="00B34411"/>
    <w:rsid w:val="00B364E0"/>
    <w:rsid w:val="00B4444C"/>
    <w:rsid w:val="00B46711"/>
    <w:rsid w:val="00B509A8"/>
    <w:rsid w:val="00B527F1"/>
    <w:rsid w:val="00B556DE"/>
    <w:rsid w:val="00B564C0"/>
    <w:rsid w:val="00B6380E"/>
    <w:rsid w:val="00B70B7F"/>
    <w:rsid w:val="00B770FE"/>
    <w:rsid w:val="00B807EC"/>
    <w:rsid w:val="00B808CA"/>
    <w:rsid w:val="00B80DD8"/>
    <w:rsid w:val="00B81526"/>
    <w:rsid w:val="00B81E67"/>
    <w:rsid w:val="00B861F4"/>
    <w:rsid w:val="00B869CD"/>
    <w:rsid w:val="00B870E5"/>
    <w:rsid w:val="00B9015B"/>
    <w:rsid w:val="00B93918"/>
    <w:rsid w:val="00B976F4"/>
    <w:rsid w:val="00BA3A73"/>
    <w:rsid w:val="00BA4D94"/>
    <w:rsid w:val="00BA7CC6"/>
    <w:rsid w:val="00BB032E"/>
    <w:rsid w:val="00BC193E"/>
    <w:rsid w:val="00BC2340"/>
    <w:rsid w:val="00BC4682"/>
    <w:rsid w:val="00BC58E6"/>
    <w:rsid w:val="00BC775C"/>
    <w:rsid w:val="00BD1438"/>
    <w:rsid w:val="00BD1EF7"/>
    <w:rsid w:val="00BD20AA"/>
    <w:rsid w:val="00BD2DAB"/>
    <w:rsid w:val="00BD5B74"/>
    <w:rsid w:val="00BD7A75"/>
    <w:rsid w:val="00BE40EB"/>
    <w:rsid w:val="00BE4A9B"/>
    <w:rsid w:val="00BE5156"/>
    <w:rsid w:val="00BE5B83"/>
    <w:rsid w:val="00BE7336"/>
    <w:rsid w:val="00BE73C4"/>
    <w:rsid w:val="00BE7451"/>
    <w:rsid w:val="00BF03E8"/>
    <w:rsid w:val="00BF12C5"/>
    <w:rsid w:val="00BF2FDB"/>
    <w:rsid w:val="00BF3FA8"/>
    <w:rsid w:val="00BF4AB1"/>
    <w:rsid w:val="00BF7273"/>
    <w:rsid w:val="00BF78C5"/>
    <w:rsid w:val="00BF7F58"/>
    <w:rsid w:val="00C00736"/>
    <w:rsid w:val="00C01C6D"/>
    <w:rsid w:val="00C1200F"/>
    <w:rsid w:val="00C14FDA"/>
    <w:rsid w:val="00C153DC"/>
    <w:rsid w:val="00C16614"/>
    <w:rsid w:val="00C174D7"/>
    <w:rsid w:val="00C17AF1"/>
    <w:rsid w:val="00C20485"/>
    <w:rsid w:val="00C21B06"/>
    <w:rsid w:val="00C23360"/>
    <w:rsid w:val="00C245E5"/>
    <w:rsid w:val="00C31DD4"/>
    <w:rsid w:val="00C35B94"/>
    <w:rsid w:val="00C36437"/>
    <w:rsid w:val="00C40539"/>
    <w:rsid w:val="00C41189"/>
    <w:rsid w:val="00C41C7B"/>
    <w:rsid w:val="00C41F18"/>
    <w:rsid w:val="00C43325"/>
    <w:rsid w:val="00C43BF9"/>
    <w:rsid w:val="00C458A9"/>
    <w:rsid w:val="00C468F1"/>
    <w:rsid w:val="00C526FA"/>
    <w:rsid w:val="00C549B2"/>
    <w:rsid w:val="00C56633"/>
    <w:rsid w:val="00C60827"/>
    <w:rsid w:val="00C62181"/>
    <w:rsid w:val="00C66679"/>
    <w:rsid w:val="00C66A28"/>
    <w:rsid w:val="00C75A32"/>
    <w:rsid w:val="00C769ED"/>
    <w:rsid w:val="00C8315F"/>
    <w:rsid w:val="00C836FA"/>
    <w:rsid w:val="00C8395A"/>
    <w:rsid w:val="00C8771D"/>
    <w:rsid w:val="00C91060"/>
    <w:rsid w:val="00C924F2"/>
    <w:rsid w:val="00C93207"/>
    <w:rsid w:val="00C953D3"/>
    <w:rsid w:val="00C97997"/>
    <w:rsid w:val="00CA09BE"/>
    <w:rsid w:val="00CA09DA"/>
    <w:rsid w:val="00CA0FF2"/>
    <w:rsid w:val="00CA2BF9"/>
    <w:rsid w:val="00CB030B"/>
    <w:rsid w:val="00CB21A8"/>
    <w:rsid w:val="00CB2C4E"/>
    <w:rsid w:val="00CB40E3"/>
    <w:rsid w:val="00CC056F"/>
    <w:rsid w:val="00CC209C"/>
    <w:rsid w:val="00CC4675"/>
    <w:rsid w:val="00CC48E5"/>
    <w:rsid w:val="00CC7428"/>
    <w:rsid w:val="00CC7F60"/>
    <w:rsid w:val="00CD10BE"/>
    <w:rsid w:val="00CD1D9D"/>
    <w:rsid w:val="00CD4103"/>
    <w:rsid w:val="00CD5131"/>
    <w:rsid w:val="00CD5298"/>
    <w:rsid w:val="00CD57F9"/>
    <w:rsid w:val="00CD5864"/>
    <w:rsid w:val="00CE1C43"/>
    <w:rsid w:val="00CE295D"/>
    <w:rsid w:val="00CE3692"/>
    <w:rsid w:val="00CE3947"/>
    <w:rsid w:val="00CE77AA"/>
    <w:rsid w:val="00CF5939"/>
    <w:rsid w:val="00CF72BE"/>
    <w:rsid w:val="00D00AD5"/>
    <w:rsid w:val="00D02640"/>
    <w:rsid w:val="00D05439"/>
    <w:rsid w:val="00D10468"/>
    <w:rsid w:val="00D12357"/>
    <w:rsid w:val="00D133DC"/>
    <w:rsid w:val="00D31552"/>
    <w:rsid w:val="00D31D29"/>
    <w:rsid w:val="00D3253C"/>
    <w:rsid w:val="00D3453A"/>
    <w:rsid w:val="00D40F08"/>
    <w:rsid w:val="00D41FB9"/>
    <w:rsid w:val="00D44C99"/>
    <w:rsid w:val="00D45530"/>
    <w:rsid w:val="00D46666"/>
    <w:rsid w:val="00D46C63"/>
    <w:rsid w:val="00D47ACE"/>
    <w:rsid w:val="00D51B8E"/>
    <w:rsid w:val="00D540E6"/>
    <w:rsid w:val="00D56398"/>
    <w:rsid w:val="00D56BB1"/>
    <w:rsid w:val="00D57858"/>
    <w:rsid w:val="00D57D11"/>
    <w:rsid w:val="00D6233F"/>
    <w:rsid w:val="00D6453E"/>
    <w:rsid w:val="00D7376C"/>
    <w:rsid w:val="00D766D7"/>
    <w:rsid w:val="00D80321"/>
    <w:rsid w:val="00D8121E"/>
    <w:rsid w:val="00D824C6"/>
    <w:rsid w:val="00D9134F"/>
    <w:rsid w:val="00D92091"/>
    <w:rsid w:val="00D92343"/>
    <w:rsid w:val="00D92C50"/>
    <w:rsid w:val="00D973BA"/>
    <w:rsid w:val="00DB2DCF"/>
    <w:rsid w:val="00DB4554"/>
    <w:rsid w:val="00DC0898"/>
    <w:rsid w:val="00DC10DD"/>
    <w:rsid w:val="00DC1856"/>
    <w:rsid w:val="00DC3155"/>
    <w:rsid w:val="00DC3770"/>
    <w:rsid w:val="00DC4F1A"/>
    <w:rsid w:val="00DC5955"/>
    <w:rsid w:val="00DC7C8C"/>
    <w:rsid w:val="00DD1829"/>
    <w:rsid w:val="00DD281B"/>
    <w:rsid w:val="00DD2D8A"/>
    <w:rsid w:val="00DD7277"/>
    <w:rsid w:val="00DE1C8A"/>
    <w:rsid w:val="00DE2E32"/>
    <w:rsid w:val="00DE41DE"/>
    <w:rsid w:val="00DE6C62"/>
    <w:rsid w:val="00DE71E4"/>
    <w:rsid w:val="00DE78C2"/>
    <w:rsid w:val="00DF12F7"/>
    <w:rsid w:val="00DF3DC8"/>
    <w:rsid w:val="00DF428C"/>
    <w:rsid w:val="00DF701C"/>
    <w:rsid w:val="00E023BC"/>
    <w:rsid w:val="00E02CF9"/>
    <w:rsid w:val="00E02D99"/>
    <w:rsid w:val="00E03C0A"/>
    <w:rsid w:val="00E0445E"/>
    <w:rsid w:val="00E06A21"/>
    <w:rsid w:val="00E1000F"/>
    <w:rsid w:val="00E10B80"/>
    <w:rsid w:val="00E11285"/>
    <w:rsid w:val="00E119DD"/>
    <w:rsid w:val="00E14668"/>
    <w:rsid w:val="00E162D1"/>
    <w:rsid w:val="00E16E09"/>
    <w:rsid w:val="00E204B5"/>
    <w:rsid w:val="00E211E6"/>
    <w:rsid w:val="00E24595"/>
    <w:rsid w:val="00E24D17"/>
    <w:rsid w:val="00E252C7"/>
    <w:rsid w:val="00E25864"/>
    <w:rsid w:val="00E25DEA"/>
    <w:rsid w:val="00E2763D"/>
    <w:rsid w:val="00E30BDD"/>
    <w:rsid w:val="00E32529"/>
    <w:rsid w:val="00E3748B"/>
    <w:rsid w:val="00E41F2E"/>
    <w:rsid w:val="00E42580"/>
    <w:rsid w:val="00E45866"/>
    <w:rsid w:val="00E51689"/>
    <w:rsid w:val="00E54F5A"/>
    <w:rsid w:val="00E56D3E"/>
    <w:rsid w:val="00E56F8D"/>
    <w:rsid w:val="00E57A46"/>
    <w:rsid w:val="00E57B8C"/>
    <w:rsid w:val="00E643B2"/>
    <w:rsid w:val="00E64ACF"/>
    <w:rsid w:val="00E658FD"/>
    <w:rsid w:val="00E65EB8"/>
    <w:rsid w:val="00E668B6"/>
    <w:rsid w:val="00E70175"/>
    <w:rsid w:val="00E707FC"/>
    <w:rsid w:val="00E709FE"/>
    <w:rsid w:val="00E7143B"/>
    <w:rsid w:val="00E7184C"/>
    <w:rsid w:val="00E72A8E"/>
    <w:rsid w:val="00E7319B"/>
    <w:rsid w:val="00E754DB"/>
    <w:rsid w:val="00E801F0"/>
    <w:rsid w:val="00E821BA"/>
    <w:rsid w:val="00E83714"/>
    <w:rsid w:val="00E856E1"/>
    <w:rsid w:val="00E86110"/>
    <w:rsid w:val="00E87A27"/>
    <w:rsid w:val="00E87F61"/>
    <w:rsid w:val="00E90002"/>
    <w:rsid w:val="00E90184"/>
    <w:rsid w:val="00E906A9"/>
    <w:rsid w:val="00E9180D"/>
    <w:rsid w:val="00E92368"/>
    <w:rsid w:val="00E94544"/>
    <w:rsid w:val="00E95B27"/>
    <w:rsid w:val="00E95E46"/>
    <w:rsid w:val="00EA3039"/>
    <w:rsid w:val="00EA4C59"/>
    <w:rsid w:val="00EB1D15"/>
    <w:rsid w:val="00EB3DBE"/>
    <w:rsid w:val="00EB48C4"/>
    <w:rsid w:val="00EB50F4"/>
    <w:rsid w:val="00EB5E44"/>
    <w:rsid w:val="00EB7578"/>
    <w:rsid w:val="00EC0D35"/>
    <w:rsid w:val="00EC2359"/>
    <w:rsid w:val="00EC37CA"/>
    <w:rsid w:val="00EC77FD"/>
    <w:rsid w:val="00ED1D70"/>
    <w:rsid w:val="00ED211D"/>
    <w:rsid w:val="00ED3EA8"/>
    <w:rsid w:val="00EE5D59"/>
    <w:rsid w:val="00EE75B0"/>
    <w:rsid w:val="00EE7FF3"/>
    <w:rsid w:val="00EF15C6"/>
    <w:rsid w:val="00EF3432"/>
    <w:rsid w:val="00EF5C94"/>
    <w:rsid w:val="00EF71FC"/>
    <w:rsid w:val="00EF734B"/>
    <w:rsid w:val="00F00487"/>
    <w:rsid w:val="00F01A03"/>
    <w:rsid w:val="00F070CB"/>
    <w:rsid w:val="00F122CC"/>
    <w:rsid w:val="00F22AA0"/>
    <w:rsid w:val="00F23B63"/>
    <w:rsid w:val="00F25C27"/>
    <w:rsid w:val="00F26702"/>
    <w:rsid w:val="00F27C4D"/>
    <w:rsid w:val="00F30AC5"/>
    <w:rsid w:val="00F334CD"/>
    <w:rsid w:val="00F338FA"/>
    <w:rsid w:val="00F35643"/>
    <w:rsid w:val="00F37B5E"/>
    <w:rsid w:val="00F40C7A"/>
    <w:rsid w:val="00F40EE8"/>
    <w:rsid w:val="00F414E1"/>
    <w:rsid w:val="00F41DDE"/>
    <w:rsid w:val="00F4554C"/>
    <w:rsid w:val="00F46B26"/>
    <w:rsid w:val="00F61061"/>
    <w:rsid w:val="00F63309"/>
    <w:rsid w:val="00F65ECE"/>
    <w:rsid w:val="00F6655A"/>
    <w:rsid w:val="00F6757F"/>
    <w:rsid w:val="00F67591"/>
    <w:rsid w:val="00F729CF"/>
    <w:rsid w:val="00F7426E"/>
    <w:rsid w:val="00F756CF"/>
    <w:rsid w:val="00F80D7B"/>
    <w:rsid w:val="00F82F0A"/>
    <w:rsid w:val="00F8367E"/>
    <w:rsid w:val="00F83832"/>
    <w:rsid w:val="00F854FE"/>
    <w:rsid w:val="00F86B58"/>
    <w:rsid w:val="00F87072"/>
    <w:rsid w:val="00F90E8C"/>
    <w:rsid w:val="00F91035"/>
    <w:rsid w:val="00F93540"/>
    <w:rsid w:val="00F9781A"/>
    <w:rsid w:val="00F97B4F"/>
    <w:rsid w:val="00FA0FAE"/>
    <w:rsid w:val="00FA1055"/>
    <w:rsid w:val="00FA2151"/>
    <w:rsid w:val="00FA240A"/>
    <w:rsid w:val="00FA5312"/>
    <w:rsid w:val="00FA78F7"/>
    <w:rsid w:val="00FB0444"/>
    <w:rsid w:val="00FB0621"/>
    <w:rsid w:val="00FB0B18"/>
    <w:rsid w:val="00FB1F20"/>
    <w:rsid w:val="00FB4DB4"/>
    <w:rsid w:val="00FB6F40"/>
    <w:rsid w:val="00FB7F5D"/>
    <w:rsid w:val="00FC061E"/>
    <w:rsid w:val="00FC0E6B"/>
    <w:rsid w:val="00FD246D"/>
    <w:rsid w:val="00FD3A25"/>
    <w:rsid w:val="00FD6EA9"/>
    <w:rsid w:val="00FD73FE"/>
    <w:rsid w:val="00FE0C40"/>
    <w:rsid w:val="00FE19FC"/>
    <w:rsid w:val="00FE2D6E"/>
    <w:rsid w:val="00FE3F1A"/>
    <w:rsid w:val="00FF0C86"/>
    <w:rsid w:val="00FF34E4"/>
    <w:rsid w:val="00FF50DD"/>
    <w:rsid w:val="00FF7B57"/>
    <w:rsid w:val="00F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  <v:textbox inset="0,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90"/>
    <w:rPr>
      <w:sz w:val="28"/>
      <w:szCs w:val="28"/>
    </w:rPr>
  </w:style>
  <w:style w:type="paragraph" w:styleId="1">
    <w:name w:val="heading 1"/>
    <w:basedOn w:val="a"/>
    <w:next w:val="a"/>
    <w:qFormat/>
    <w:rsid w:val="00EB3DBE"/>
    <w:pPr>
      <w:keepNext/>
      <w:jc w:val="both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1953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D92343"/>
    <w:rPr>
      <w:color w:val="0000FF"/>
      <w:u w:val="single"/>
    </w:rPr>
  </w:style>
  <w:style w:type="table" w:styleId="a5">
    <w:name w:val="Table Grid"/>
    <w:basedOn w:val="a1"/>
    <w:uiPriority w:val="39"/>
    <w:rsid w:val="00DF4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6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962AF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7962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7962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rsid w:val="004B3A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B3AFE"/>
    <w:rPr>
      <w:sz w:val="28"/>
      <w:szCs w:val="28"/>
    </w:rPr>
  </w:style>
  <w:style w:type="paragraph" w:styleId="a8">
    <w:name w:val="footer"/>
    <w:basedOn w:val="a"/>
    <w:link w:val="a9"/>
    <w:rsid w:val="004B3A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B3AFE"/>
    <w:rPr>
      <w:sz w:val="28"/>
      <w:szCs w:val="28"/>
    </w:rPr>
  </w:style>
  <w:style w:type="paragraph" w:customStyle="1" w:styleId="aa">
    <w:name w:val="Знак"/>
    <w:basedOn w:val="a"/>
    <w:autoRedefine/>
    <w:rsid w:val="002A6598"/>
    <w:pPr>
      <w:spacing w:after="160" w:line="240" w:lineRule="exact"/>
    </w:pPr>
    <w:rPr>
      <w:rFonts w:eastAsia="SimSun"/>
      <w:b/>
      <w:bCs/>
      <w:lang w:val="en-US" w:eastAsia="en-US"/>
    </w:rPr>
  </w:style>
  <w:style w:type="character" w:styleId="ab">
    <w:name w:val="Placeholder Text"/>
    <w:basedOn w:val="a0"/>
    <w:uiPriority w:val="99"/>
    <w:semiHidden/>
    <w:rsid w:val="00C36437"/>
    <w:rPr>
      <w:color w:val="808080"/>
    </w:rPr>
  </w:style>
  <w:style w:type="paragraph" w:styleId="ac">
    <w:name w:val="List Paragraph"/>
    <w:basedOn w:val="a"/>
    <w:uiPriority w:val="34"/>
    <w:qFormat/>
    <w:rsid w:val="00493F26"/>
    <w:pPr>
      <w:ind w:left="720"/>
      <w:contextualSpacing/>
    </w:pPr>
  </w:style>
  <w:style w:type="table" w:customStyle="1" w:styleId="10">
    <w:name w:val="Сетка таблицы1"/>
    <w:basedOn w:val="a1"/>
    <w:next w:val="a5"/>
    <w:rsid w:val="00A871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d">
    <w:name w:val="FollowedHyperlink"/>
    <w:basedOn w:val="a0"/>
    <w:semiHidden/>
    <w:unhideWhenUsed/>
    <w:rsid w:val="00707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1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5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reph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dorova_e\Documents\&#1073;&#1083;&#1072;&#1085;&#1082;_&#1050;&#1055;&#1055;&#1048;_&#1085;&#1086;&#1074;&#1099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706A0-9091-4F39-B157-A5FE6AA2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бланк_КППИ_новый</Template>
  <TotalTime>5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cedipt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Елена Владиморовна</dc:creator>
  <cp:lastModifiedBy>Прокопчук Александр Васильевич</cp:lastModifiedBy>
  <cp:revision>6</cp:revision>
  <cp:lastPrinted>2021-02-16T09:40:00Z</cp:lastPrinted>
  <dcterms:created xsi:type="dcterms:W3CDTF">2021-06-03T12:27:00Z</dcterms:created>
  <dcterms:modified xsi:type="dcterms:W3CDTF">2021-06-11T09:18:00Z</dcterms:modified>
</cp:coreProperties>
</file>